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4C924A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15B92">
        <w:rPr>
          <w:b/>
          <w:color w:val="FF5200" w:themeColor="accent2"/>
          <w:sz w:val="36"/>
          <w:szCs w:val="36"/>
        </w:rPr>
        <w:t>„</w:t>
      </w:r>
      <w:r w:rsidR="00013FCE" w:rsidRPr="00013FCE">
        <w:rPr>
          <w:b/>
          <w:color w:val="FF5200" w:themeColor="accent2"/>
          <w:sz w:val="36"/>
          <w:szCs w:val="36"/>
        </w:rPr>
        <w:t>Doplnění příslušenství nakolejovacích sad LUKAS</w:t>
      </w:r>
      <w:r w:rsidR="0031280B" w:rsidRPr="00015B9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5965BF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5965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5965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2744A2" w:rsidRPr="002744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146766</w:t>
      </w:r>
      <w:bookmarkStart w:id="0" w:name="_GoBack"/>
      <w:bookmarkEnd w:id="0"/>
      <w:r w:rsidR="005965BF" w:rsidRPr="005965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60EC0EE" w14:textId="77777777" w:rsidR="00015B9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F0C2282" w14:textId="4FA830C7" w:rsidR="00015B92" w:rsidRDefault="002744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5327941" w:history="1">
            <w:r w:rsidR="00015B92" w:rsidRPr="00500C4B">
              <w:rPr>
                <w:rStyle w:val="Hypertextovodkaz"/>
                <w:noProof/>
              </w:rPr>
              <w:t>Kapitola 1.</w:t>
            </w:r>
            <w:r w:rsidR="00015B9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5B92" w:rsidRPr="00500C4B">
              <w:rPr>
                <w:rStyle w:val="Hypertextovodkaz"/>
                <w:noProof/>
              </w:rPr>
              <w:t>Základní údaje k nabídce</w:t>
            </w:r>
            <w:r w:rsidR="00015B92">
              <w:rPr>
                <w:noProof/>
                <w:webHidden/>
              </w:rPr>
              <w:tab/>
            </w:r>
            <w:r w:rsidR="00015B92">
              <w:rPr>
                <w:noProof/>
                <w:webHidden/>
              </w:rPr>
              <w:fldChar w:fldCharType="begin"/>
            </w:r>
            <w:r w:rsidR="00015B92">
              <w:rPr>
                <w:noProof/>
                <w:webHidden/>
              </w:rPr>
              <w:instrText xml:space="preserve"> PAGEREF _Toc75327941 \h </w:instrText>
            </w:r>
            <w:r w:rsidR="00015B92">
              <w:rPr>
                <w:noProof/>
                <w:webHidden/>
              </w:rPr>
            </w:r>
            <w:r w:rsidR="00015B92">
              <w:rPr>
                <w:noProof/>
                <w:webHidden/>
              </w:rPr>
              <w:fldChar w:fldCharType="separate"/>
            </w:r>
            <w:r w:rsidR="00015B92">
              <w:rPr>
                <w:noProof/>
                <w:webHidden/>
              </w:rPr>
              <w:t>2</w:t>
            </w:r>
            <w:r w:rsidR="00015B92">
              <w:rPr>
                <w:noProof/>
                <w:webHidden/>
              </w:rPr>
              <w:fldChar w:fldCharType="end"/>
            </w:r>
          </w:hyperlink>
        </w:p>
        <w:p w14:paraId="2F94A9F9" w14:textId="4117999F" w:rsidR="00015B92" w:rsidRDefault="002744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5327942" w:history="1">
            <w:r w:rsidR="00015B92" w:rsidRPr="00500C4B">
              <w:rPr>
                <w:rStyle w:val="Hypertextovodkaz"/>
                <w:noProof/>
              </w:rPr>
              <w:t>Kapitola 2.</w:t>
            </w:r>
            <w:r w:rsidR="00015B9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5B92" w:rsidRPr="00500C4B">
              <w:rPr>
                <w:rStyle w:val="Hypertextovodkaz"/>
                <w:noProof/>
              </w:rPr>
              <w:t>Čestné prohlášení o splnění základní způsobilosti</w:t>
            </w:r>
            <w:r w:rsidR="00015B92">
              <w:rPr>
                <w:noProof/>
                <w:webHidden/>
              </w:rPr>
              <w:tab/>
            </w:r>
            <w:r w:rsidR="00015B92">
              <w:rPr>
                <w:noProof/>
                <w:webHidden/>
              </w:rPr>
              <w:fldChar w:fldCharType="begin"/>
            </w:r>
            <w:r w:rsidR="00015B92">
              <w:rPr>
                <w:noProof/>
                <w:webHidden/>
              </w:rPr>
              <w:instrText xml:space="preserve"> PAGEREF _Toc75327942 \h </w:instrText>
            </w:r>
            <w:r w:rsidR="00015B92">
              <w:rPr>
                <w:noProof/>
                <w:webHidden/>
              </w:rPr>
            </w:r>
            <w:r w:rsidR="00015B92">
              <w:rPr>
                <w:noProof/>
                <w:webHidden/>
              </w:rPr>
              <w:fldChar w:fldCharType="separate"/>
            </w:r>
            <w:r w:rsidR="00015B92">
              <w:rPr>
                <w:noProof/>
                <w:webHidden/>
              </w:rPr>
              <w:t>3</w:t>
            </w:r>
            <w:r w:rsidR="00015B92">
              <w:rPr>
                <w:noProof/>
                <w:webHidden/>
              </w:rPr>
              <w:fldChar w:fldCharType="end"/>
            </w:r>
          </w:hyperlink>
        </w:p>
        <w:p w14:paraId="754979A4" w14:textId="5118E0A8" w:rsidR="00015B92" w:rsidRDefault="002744A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5327943" w:history="1">
            <w:r w:rsidR="00015B92" w:rsidRPr="00500C4B">
              <w:rPr>
                <w:rStyle w:val="Hypertextovodkaz"/>
                <w:noProof/>
              </w:rPr>
              <w:t>Kapitola 3.</w:t>
            </w:r>
            <w:r w:rsidR="00015B9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5B92" w:rsidRPr="00500C4B">
              <w:rPr>
                <w:rStyle w:val="Hypertextovodkaz"/>
                <w:noProof/>
              </w:rPr>
              <w:t>Čestné prohlášení účastníka k neuzavření zakázaných dohod</w:t>
            </w:r>
            <w:r w:rsidR="00015B92">
              <w:rPr>
                <w:noProof/>
                <w:webHidden/>
              </w:rPr>
              <w:tab/>
            </w:r>
            <w:r w:rsidR="00015B92">
              <w:rPr>
                <w:noProof/>
                <w:webHidden/>
              </w:rPr>
              <w:fldChar w:fldCharType="begin"/>
            </w:r>
            <w:r w:rsidR="00015B92">
              <w:rPr>
                <w:noProof/>
                <w:webHidden/>
              </w:rPr>
              <w:instrText xml:space="preserve"> PAGEREF _Toc75327943 \h </w:instrText>
            </w:r>
            <w:r w:rsidR="00015B92">
              <w:rPr>
                <w:noProof/>
                <w:webHidden/>
              </w:rPr>
            </w:r>
            <w:r w:rsidR="00015B92">
              <w:rPr>
                <w:noProof/>
                <w:webHidden/>
              </w:rPr>
              <w:fldChar w:fldCharType="separate"/>
            </w:r>
            <w:r w:rsidR="00015B92">
              <w:rPr>
                <w:noProof/>
                <w:webHidden/>
              </w:rPr>
              <w:t>4</w:t>
            </w:r>
            <w:r w:rsidR="00015B9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532794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A5FCFB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015B92">
        <w:t>zadávanou</w:t>
      </w:r>
      <w:r w:rsidR="004C76E9" w:rsidRPr="00015B92">
        <w:t xml:space="preserve"> jako </w:t>
      </w:r>
      <w:r w:rsidR="000128D4" w:rsidRPr="00015B92">
        <w:rPr>
          <w:rFonts w:eastAsia="Times New Roman" w:cs="Times New Roman"/>
          <w:lang w:eastAsia="cs-CZ"/>
        </w:rPr>
        <w:t xml:space="preserve">podlimitní </w:t>
      </w:r>
      <w:r w:rsidR="00015B92" w:rsidRPr="00015B92">
        <w:rPr>
          <w:rFonts w:eastAsia="Times New Roman" w:cs="Times New Roman"/>
          <w:lang w:eastAsia="cs-CZ"/>
        </w:rPr>
        <w:t>sektorovou veřejnou zakázku</w:t>
      </w:r>
      <w:r w:rsidRPr="00015B92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7F01EF" w14:textId="77777777" w:rsidR="00015B92" w:rsidRDefault="00015B92" w:rsidP="00015B92">
      <w:r>
        <w:t>Celková nabídková cena v Kč bez DPH ….. ,- Kč</w:t>
      </w:r>
    </w:p>
    <w:p w14:paraId="4DC8BD60" w14:textId="12B16FE3" w:rsidR="008B1A2C" w:rsidRDefault="00015B92" w:rsidP="00015B92">
      <w:r>
        <w:t xml:space="preserve">Cena za </w:t>
      </w:r>
      <w:r w:rsidR="00013FCE" w:rsidRPr="00013FCE">
        <w:t xml:space="preserve">1 sadu distančních tyčí 1500/2800 mm </w:t>
      </w:r>
      <w:r>
        <w:t>bez DPH …. ,- Kč</w:t>
      </w:r>
    </w:p>
    <w:p w14:paraId="2F72C71C" w14:textId="6BA26D44" w:rsidR="00013FCE" w:rsidRDefault="00013FCE" w:rsidP="00015B92">
      <w:r>
        <w:t xml:space="preserve">Cena za </w:t>
      </w:r>
      <w:r w:rsidRPr="00013FCE">
        <w:t xml:space="preserve">1 sadu hydraulických hadic </w:t>
      </w:r>
      <w:r>
        <w:t>bez DPH …. ,- Kč</w:t>
      </w:r>
    </w:p>
    <w:p w14:paraId="2F663FA9" w14:textId="6BBBDFF2" w:rsidR="00013FCE" w:rsidRDefault="00013FCE" w:rsidP="00015B92">
      <w:r>
        <w:t xml:space="preserve">Cena za </w:t>
      </w:r>
      <w:r w:rsidRPr="00013FCE">
        <w:t>1 sadu teleskopického vál</w:t>
      </w:r>
      <w:r>
        <w:t>ce</w:t>
      </w:r>
      <w:r w:rsidRPr="00013FCE">
        <w:t xml:space="preserve"> HP16/T160R</w:t>
      </w:r>
      <w:r>
        <w:t xml:space="preserve"> bez DPH …. ,- Kč</w:t>
      </w:r>
    </w:p>
    <w:p w14:paraId="233A5DCF" w14:textId="3D03C270" w:rsidR="00013FCE" w:rsidRDefault="00013FCE" w:rsidP="00015B92">
      <w:r>
        <w:t>Cena za</w:t>
      </w:r>
      <w:r w:rsidRPr="00013FCE">
        <w:t xml:space="preserve"> 1 sadu sto</w:t>
      </w:r>
      <w:r>
        <w:t>hovatelných kroužků bez DPH …. ,- Kč</w:t>
      </w:r>
    </w:p>
    <w:p w14:paraId="2915FC32" w14:textId="4842F85C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082DD774" w14:textId="77777777" w:rsidR="005965BF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53DC3B55" w14:textId="77777777" w:rsidR="005965BF" w:rsidRDefault="005965BF" w:rsidP="00996617">
      <w:pPr>
        <w:tabs>
          <w:tab w:val="left" w:pos="7125"/>
        </w:tabs>
        <w:spacing w:after="0"/>
      </w:pPr>
    </w:p>
    <w:p w14:paraId="0694D0A9" w14:textId="77777777" w:rsidR="005965BF" w:rsidRDefault="005965BF" w:rsidP="00996617">
      <w:pPr>
        <w:tabs>
          <w:tab w:val="left" w:pos="7125"/>
        </w:tabs>
        <w:spacing w:after="0"/>
      </w:pPr>
    </w:p>
    <w:p w14:paraId="73C3428F" w14:textId="77777777" w:rsidR="005965BF" w:rsidRDefault="005965BF" w:rsidP="00996617">
      <w:pPr>
        <w:tabs>
          <w:tab w:val="left" w:pos="7125"/>
        </w:tabs>
        <w:spacing w:after="0"/>
      </w:pPr>
    </w:p>
    <w:p w14:paraId="4D140F91" w14:textId="77777777" w:rsidR="005965BF" w:rsidRDefault="005965BF" w:rsidP="00996617">
      <w:pPr>
        <w:tabs>
          <w:tab w:val="left" w:pos="7125"/>
        </w:tabs>
        <w:spacing w:after="0"/>
      </w:pPr>
    </w:p>
    <w:p w14:paraId="0FE058C9" w14:textId="77777777" w:rsidR="005965BF" w:rsidRDefault="005965BF" w:rsidP="00996617">
      <w:pPr>
        <w:tabs>
          <w:tab w:val="left" w:pos="7125"/>
        </w:tabs>
        <w:spacing w:after="0"/>
      </w:pPr>
    </w:p>
    <w:p w14:paraId="49BE3F92" w14:textId="15C0AAD3" w:rsidR="005965BF" w:rsidRDefault="005965BF" w:rsidP="00996617">
      <w:pPr>
        <w:tabs>
          <w:tab w:val="left" w:pos="7125"/>
        </w:tabs>
        <w:spacing w:after="0"/>
      </w:pPr>
    </w:p>
    <w:p w14:paraId="1B66255D" w14:textId="77777777" w:rsidR="005965BF" w:rsidRDefault="005965BF" w:rsidP="00996617">
      <w:pPr>
        <w:tabs>
          <w:tab w:val="left" w:pos="7125"/>
        </w:tabs>
        <w:spacing w:after="0"/>
      </w:pPr>
    </w:p>
    <w:p w14:paraId="09665600" w14:textId="77777777" w:rsidR="005965BF" w:rsidRDefault="005965BF" w:rsidP="00996617">
      <w:pPr>
        <w:tabs>
          <w:tab w:val="left" w:pos="7125"/>
        </w:tabs>
        <w:spacing w:after="0"/>
      </w:pPr>
    </w:p>
    <w:p w14:paraId="5BA8F830" w14:textId="77777777" w:rsidR="005965BF" w:rsidRDefault="005965BF" w:rsidP="00996617">
      <w:pPr>
        <w:tabs>
          <w:tab w:val="left" w:pos="7125"/>
        </w:tabs>
        <w:spacing w:after="0"/>
      </w:pPr>
    </w:p>
    <w:p w14:paraId="61FF559A" w14:textId="4FB53AD4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744A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744A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532794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532794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81CE1C6" w14:textId="77777777" w:rsidR="00015B92" w:rsidRDefault="00015B92" w:rsidP="00A93A74"/>
    <w:p w14:paraId="5A8820C0" w14:textId="77777777" w:rsidR="00015B92" w:rsidRDefault="00015B92" w:rsidP="00A93A74"/>
    <w:p w14:paraId="26CFE6EB" w14:textId="77777777" w:rsidR="00015B92" w:rsidRDefault="00015B92" w:rsidP="00A93A74"/>
    <w:p w14:paraId="61D6CCFD" w14:textId="6DA32503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6D76FC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44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44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AEB1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F6CBB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FBC296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44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44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137C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4B79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5BD602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44A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44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A0E5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D2B71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13FCE"/>
    <w:rsid w:val="00015B92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744A2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65BF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754FCE31-7EDA-4C1C-BC6E-0010F4FC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28D4FC-EB2C-4609-BEEE-3C577F9D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4</Pages>
  <Words>562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2021-08-26T06:26:00Z</dcterms:created>
  <dcterms:modified xsi:type="dcterms:W3CDTF">2021-09-02T07:26:00Z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